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97EE" w14:textId="001F463A" w:rsidR="00463F67" w:rsidRDefault="00B97026" w:rsidP="00463F67">
      <w:pPr>
        <w:pStyle w:val="Title"/>
      </w:pPr>
      <w:sdt>
        <w:sdtPr>
          <w:alias w:val="Title"/>
          <w:tag w:val=""/>
          <w:id w:val="1062761741"/>
          <w:placeholder>
            <w:docPart w:val="4AFB9CEFF13C4DB78B7CBDF4A214154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93FB0" w:rsidRPr="00A93FB0">
            <w:t>Form TC02A – General emergency training course record</w:t>
          </w:r>
        </w:sdtContent>
      </w:sdt>
    </w:p>
    <w:p w14:paraId="190A732E" w14:textId="77777777" w:rsidR="00AB3C89" w:rsidRPr="002F6F85" w:rsidRDefault="00AB3C89" w:rsidP="00AB3C89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211"/>
        <w:gridCol w:w="1984"/>
        <w:gridCol w:w="2694"/>
      </w:tblGrid>
      <w:tr w:rsidR="00AB3C89" w:rsidRPr="00102F1E" w14:paraId="7C7ADC5F" w14:textId="77777777" w:rsidTr="009F2A97">
        <w:trPr>
          <w:trHeight w:val="580"/>
        </w:trPr>
        <w:tc>
          <w:tcPr>
            <w:tcW w:w="1604" w:type="dxa"/>
          </w:tcPr>
          <w:p w14:paraId="40F17704" w14:textId="77777777" w:rsidR="00AB3C89" w:rsidRPr="00102F1E" w:rsidRDefault="00AB3C89" w:rsidP="0038189F">
            <w:pPr>
              <w:rPr>
                <w:rStyle w:val="bold"/>
              </w:rPr>
            </w:pPr>
            <w:r>
              <w:rPr>
                <w:rStyle w:val="bold"/>
              </w:rPr>
              <w:t xml:space="preserve">Crew member </w:t>
            </w:r>
            <w:r w:rsidRPr="00102F1E">
              <w:rPr>
                <w:rStyle w:val="bold"/>
              </w:rPr>
              <w:t>name:</w:t>
            </w:r>
          </w:p>
        </w:tc>
        <w:tc>
          <w:tcPr>
            <w:tcW w:w="3211" w:type="dxa"/>
          </w:tcPr>
          <w:p w14:paraId="0A6F9CFD" w14:textId="77777777" w:rsidR="00AB3C89" w:rsidRPr="00102F1E" w:rsidRDefault="00AB3C89" w:rsidP="0038189F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76E642CA" w14:textId="77777777" w:rsidR="00AB3C89" w:rsidRPr="00102F1E" w:rsidRDefault="00AB3C89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7A9D3804" w14:textId="77777777" w:rsidR="00AB3C89" w:rsidRPr="00102F1E" w:rsidRDefault="00AB3C89" w:rsidP="0038189F"/>
        </w:tc>
      </w:tr>
      <w:tr w:rsidR="00AB3C89" w:rsidRPr="00102F1E" w14:paraId="359064B8" w14:textId="77777777" w:rsidTr="009F2A97">
        <w:trPr>
          <w:trHeight w:val="580"/>
        </w:trPr>
        <w:tc>
          <w:tcPr>
            <w:tcW w:w="1604" w:type="dxa"/>
          </w:tcPr>
          <w:p w14:paraId="675B3D51" w14:textId="5747E4B3" w:rsidR="00AB3C89" w:rsidRDefault="00AB3C89" w:rsidP="00AB3C89">
            <w:pPr>
              <w:rPr>
                <w:rStyle w:val="bold"/>
              </w:rPr>
            </w:pPr>
            <w:r>
              <w:rPr>
                <w:rStyle w:val="bold"/>
              </w:rPr>
              <w:t>Crew position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324C3B9F" w14:textId="7C1D9DDC" w:rsidR="00AB3C89" w:rsidRPr="00102F1E" w:rsidRDefault="00B97026" w:rsidP="00AB3C89">
            <w:sdt>
              <w:sdtPr>
                <w:id w:val="13111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C8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3C89" w:rsidRPr="003C2B3F">
              <w:t xml:space="preserve"> Flight crew member</w:t>
            </w:r>
          </w:p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31980B85" w14:textId="6AC84E46" w:rsidR="00AB3C89" w:rsidRPr="00102F1E" w:rsidRDefault="00B97026" w:rsidP="00AB3C89">
            <w:pPr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AB3C89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B3C89" w:rsidRPr="003C2B3F">
              <w:t xml:space="preserve"> Air crew member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30FEAF1B" w14:textId="216FD3A2" w:rsidR="00AB3C89" w:rsidRPr="00102F1E" w:rsidRDefault="00B97026" w:rsidP="00AB3C89">
            <w:sdt>
              <w:sdt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C89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B3C89" w:rsidRPr="003C2B3F">
              <w:t xml:space="preserve"> Medical transport specialist</w:t>
            </w:r>
          </w:p>
        </w:tc>
      </w:tr>
      <w:tr w:rsidR="00AB3C89" w:rsidRPr="00102F1E" w14:paraId="40936BBE" w14:textId="77777777" w:rsidTr="009F2A97">
        <w:trPr>
          <w:trHeight w:val="580"/>
        </w:trPr>
        <w:tc>
          <w:tcPr>
            <w:tcW w:w="1604" w:type="dxa"/>
          </w:tcPr>
          <w:p w14:paraId="5347CA36" w14:textId="70212981" w:rsidR="00AB3C89" w:rsidRPr="00AB3C89" w:rsidRDefault="00AB3C89" w:rsidP="00AB3C89">
            <w:pPr>
              <w:rPr>
                <w:rStyle w:val="bold"/>
              </w:rPr>
            </w:pPr>
            <w:r w:rsidRPr="00AB3C89">
              <w:rPr>
                <w:rStyle w:val="bold"/>
              </w:rPr>
              <w:t>Trainer name:</w:t>
            </w:r>
          </w:p>
        </w:tc>
        <w:tc>
          <w:tcPr>
            <w:tcW w:w="3211" w:type="dxa"/>
          </w:tcPr>
          <w:p w14:paraId="04254A2B" w14:textId="77777777" w:rsidR="00AB3C89" w:rsidRDefault="00AB3C89" w:rsidP="00AB3C89"/>
        </w:tc>
        <w:tc>
          <w:tcPr>
            <w:tcW w:w="1984" w:type="dxa"/>
            <w:tcBorders>
              <w:bottom w:val="single" w:sz="4" w:space="0" w:color="BFBFBF" w:themeColor="background1" w:themeShade="BF"/>
            </w:tcBorders>
          </w:tcPr>
          <w:p w14:paraId="259B1137" w14:textId="31BF52F1" w:rsidR="00AB3C89" w:rsidRPr="00AB3C89" w:rsidRDefault="00AB3C89" w:rsidP="00AB3C89">
            <w:pPr>
              <w:rPr>
                <w:rStyle w:val="bold"/>
              </w:rPr>
            </w:pPr>
            <w:r w:rsidRPr="00AB3C89">
              <w:rPr>
                <w:rStyle w:val="bold"/>
              </w:rPr>
              <w:t>Date of training:</w:t>
            </w:r>
          </w:p>
        </w:tc>
        <w:tc>
          <w:tcPr>
            <w:tcW w:w="2694" w:type="dxa"/>
            <w:tcBorders>
              <w:bottom w:val="single" w:sz="4" w:space="0" w:color="BFBFBF" w:themeColor="background1" w:themeShade="BF"/>
            </w:tcBorders>
          </w:tcPr>
          <w:p w14:paraId="48F02A4B" w14:textId="77777777" w:rsidR="00AB3C89" w:rsidRDefault="00AB3C89" w:rsidP="00AB3C89"/>
        </w:tc>
      </w:tr>
      <w:tr w:rsidR="00AB3C89" w:rsidRPr="00102F1E" w14:paraId="054FFBAF" w14:textId="77777777" w:rsidTr="00F6633E">
        <w:trPr>
          <w:trHeight w:val="925"/>
        </w:trPr>
        <w:tc>
          <w:tcPr>
            <w:tcW w:w="1604" w:type="dxa"/>
          </w:tcPr>
          <w:p w14:paraId="10653083" w14:textId="2B32A8C2" w:rsidR="00AB3C89" w:rsidRPr="00653C72" w:rsidRDefault="00653C72" w:rsidP="00AB3C89">
            <w:pPr>
              <w:rPr>
                <w:rStyle w:val="bold"/>
              </w:rPr>
            </w:pPr>
            <w:r w:rsidRPr="00653C72">
              <w:rPr>
                <w:rStyle w:val="bold"/>
              </w:rPr>
              <w:t>Aircraft type(s):</w:t>
            </w:r>
          </w:p>
        </w:tc>
        <w:tc>
          <w:tcPr>
            <w:tcW w:w="3211" w:type="dxa"/>
            <w:tcBorders>
              <w:right w:val="nil"/>
            </w:tcBorders>
          </w:tcPr>
          <w:p w14:paraId="1502B8C8" w14:textId="082877D9" w:rsidR="00AB3C89" w:rsidRPr="00102F1E" w:rsidRDefault="00AB3C89" w:rsidP="00653C72"/>
        </w:tc>
        <w:tc>
          <w:tcPr>
            <w:tcW w:w="1984" w:type="dxa"/>
            <w:tcBorders>
              <w:left w:val="nil"/>
              <w:right w:val="nil"/>
            </w:tcBorders>
          </w:tcPr>
          <w:p w14:paraId="2477840F" w14:textId="78C712C8" w:rsidR="00AB3C89" w:rsidRPr="00102F1E" w:rsidRDefault="00AB3C89" w:rsidP="00AB3C89">
            <w:pPr>
              <w:rPr>
                <w:rStyle w:val="bold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1811FE28" w14:textId="40D9A621" w:rsidR="00AB3C89" w:rsidRPr="00102F1E" w:rsidRDefault="00AB3C89" w:rsidP="00AB3C89"/>
        </w:tc>
      </w:tr>
      <w:tr w:rsidR="00653C72" w:rsidRPr="00102F1E" w14:paraId="5999E041" w14:textId="77777777" w:rsidTr="002466B6">
        <w:trPr>
          <w:trHeight w:val="826"/>
        </w:trPr>
        <w:tc>
          <w:tcPr>
            <w:tcW w:w="1604" w:type="dxa"/>
          </w:tcPr>
          <w:p w14:paraId="37E5D1C9" w14:textId="759AD0A1" w:rsidR="00653C72" w:rsidRPr="00653C72" w:rsidRDefault="00653C72" w:rsidP="00AB3C89">
            <w:pPr>
              <w:rPr>
                <w:rStyle w:val="bold"/>
              </w:rPr>
            </w:pPr>
            <w:r w:rsidRPr="00653C72">
              <w:rPr>
                <w:rStyle w:val="bold"/>
              </w:rPr>
              <w:t>Initial or recurrent:</w:t>
            </w:r>
          </w:p>
        </w:tc>
        <w:tc>
          <w:tcPr>
            <w:tcW w:w="3211" w:type="dxa"/>
            <w:tcBorders>
              <w:right w:val="nil"/>
            </w:tcBorders>
          </w:tcPr>
          <w:p w14:paraId="06ADD5B7" w14:textId="77777777" w:rsidR="00653C72" w:rsidRPr="00102F1E" w:rsidRDefault="00653C72" w:rsidP="00653C72"/>
        </w:tc>
        <w:tc>
          <w:tcPr>
            <w:tcW w:w="1984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55EC866D" w14:textId="77777777" w:rsidR="00653C72" w:rsidRPr="00102F1E" w:rsidRDefault="00653C72" w:rsidP="00AB3C89">
            <w:pPr>
              <w:rPr>
                <w:rStyle w:val="bold"/>
              </w:rPr>
            </w:pPr>
          </w:p>
        </w:tc>
        <w:tc>
          <w:tcPr>
            <w:tcW w:w="2694" w:type="dxa"/>
            <w:tcBorders>
              <w:left w:val="nil"/>
              <w:bottom w:val="single" w:sz="4" w:space="0" w:color="BFBFBF" w:themeColor="background1" w:themeShade="BF"/>
            </w:tcBorders>
          </w:tcPr>
          <w:p w14:paraId="6DEDDF3C" w14:textId="77777777" w:rsidR="00653C72" w:rsidRPr="00102F1E" w:rsidRDefault="00653C72" w:rsidP="00AB3C89"/>
        </w:tc>
      </w:tr>
    </w:tbl>
    <w:p w14:paraId="619288C2" w14:textId="091B410A" w:rsidR="009B0D45" w:rsidRPr="00BF1884" w:rsidRDefault="009B0D45" w:rsidP="00BF1884">
      <w:pPr>
        <w:pStyle w:val="SourceNotes"/>
      </w:pPr>
    </w:p>
    <w:tbl>
      <w:tblPr>
        <w:tblStyle w:val="SD-MOStable"/>
        <w:tblpPr w:leftFromText="180" w:rightFromText="180" w:vertAnchor="text" w:tblpY="1"/>
        <w:tblOverlap w:val="never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792"/>
        <w:gridCol w:w="1621"/>
      </w:tblGrid>
      <w:tr w:rsidR="009B0D45" w:rsidRPr="00916430" w14:paraId="60CBD466" w14:textId="77777777" w:rsidTr="00246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"/>
          <w:tblHeader/>
        </w:trPr>
        <w:tc>
          <w:tcPr>
            <w:tcW w:w="7792" w:type="dxa"/>
            <w:tcBorders>
              <w:bottom w:val="single" w:sz="4" w:space="0" w:color="0080A2"/>
            </w:tcBorders>
          </w:tcPr>
          <w:p w14:paraId="4D956420" w14:textId="77777777" w:rsidR="009B0D45" w:rsidRPr="006D7FDE" w:rsidRDefault="009B0D45" w:rsidP="002466B6">
            <w:r w:rsidRPr="003C2B3F">
              <w:t xml:space="preserve">Training items </w:t>
            </w:r>
          </w:p>
        </w:tc>
        <w:tc>
          <w:tcPr>
            <w:tcW w:w="1621" w:type="dxa"/>
          </w:tcPr>
          <w:p w14:paraId="772EFDCF" w14:textId="77777777" w:rsidR="009B0D45" w:rsidRPr="006D7FDE" w:rsidRDefault="009B0D45" w:rsidP="002466B6">
            <w:r w:rsidRPr="003C2B3F">
              <w:t>Complete</w:t>
            </w:r>
            <w:r w:rsidRPr="003C2B3F">
              <w:br/>
            </w:r>
            <w:r w:rsidRPr="006D7FDE">
              <w:t>Yes / No / NA</w:t>
            </w:r>
          </w:p>
        </w:tc>
      </w:tr>
      <w:tr w:rsidR="009B0D45" w:rsidRPr="00916430" w14:paraId="66DDA540" w14:textId="77777777" w:rsidTr="002466B6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06A043F8" w14:textId="77777777" w:rsidR="009B0D45" w:rsidRPr="006D7FDE" w:rsidRDefault="009B0D45" w:rsidP="002466B6">
            <w:pPr>
              <w:rPr>
                <w:rStyle w:val="bold"/>
              </w:rPr>
            </w:pPr>
            <w:r w:rsidRPr="00DB6B68">
              <w:rPr>
                <w:rStyle w:val="bold"/>
              </w:rPr>
              <w:t xml:space="preserve">General emergency &amp; survival </w:t>
            </w:r>
            <w:r w:rsidRPr="006D7FDE">
              <w:rPr>
                <w:rStyle w:val="bold"/>
              </w:rPr>
              <w:t>procedures</w:t>
            </w:r>
          </w:p>
        </w:tc>
        <w:tc>
          <w:tcPr>
            <w:tcW w:w="1621" w:type="dxa"/>
            <w:tcBorders>
              <w:left w:val="nil"/>
            </w:tcBorders>
          </w:tcPr>
          <w:p w14:paraId="4D5C3EAF" w14:textId="77777777" w:rsidR="009B0D45" w:rsidRPr="00DB6B68" w:rsidRDefault="009B0D45" w:rsidP="002466B6">
            <w:pPr>
              <w:rPr>
                <w:rStyle w:val="bold"/>
              </w:rPr>
            </w:pPr>
          </w:p>
        </w:tc>
      </w:tr>
      <w:tr w:rsidR="009B0D45" w:rsidRPr="00916430" w14:paraId="6BD38AB5" w14:textId="77777777" w:rsidTr="002466B6">
        <w:trPr>
          <w:trHeight w:val="25"/>
        </w:trPr>
        <w:tc>
          <w:tcPr>
            <w:tcW w:w="7792" w:type="dxa"/>
          </w:tcPr>
          <w:p w14:paraId="601974BF" w14:textId="77777777" w:rsidR="009B0D45" w:rsidRPr="006D7FDE" w:rsidRDefault="009B0D45" w:rsidP="002466B6">
            <w:pPr>
              <w:pStyle w:val="Tablebullet"/>
            </w:pPr>
            <w:r w:rsidRPr="00916430">
              <w:t>survival techniques</w:t>
            </w:r>
          </w:p>
        </w:tc>
        <w:tc>
          <w:tcPr>
            <w:tcW w:w="1621" w:type="dxa"/>
          </w:tcPr>
          <w:p w14:paraId="4BA09DD3" w14:textId="77777777" w:rsidR="009B0D45" w:rsidRPr="00916430" w:rsidRDefault="009B0D45" w:rsidP="002466B6"/>
        </w:tc>
      </w:tr>
      <w:tr w:rsidR="009B0D45" w:rsidRPr="00916430" w14:paraId="67009BDF" w14:textId="77777777" w:rsidTr="002466B6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2D7D208A" w14:textId="77777777" w:rsidR="009B0D45" w:rsidRPr="006D7FDE" w:rsidRDefault="009B0D45" w:rsidP="002466B6">
            <w:pPr>
              <w:pStyle w:val="Tablebullet"/>
            </w:pPr>
            <w:r w:rsidRPr="00916430">
              <w:t xml:space="preserve">survival procedures on land &amp; water </w:t>
            </w:r>
          </w:p>
        </w:tc>
        <w:tc>
          <w:tcPr>
            <w:tcW w:w="1621" w:type="dxa"/>
          </w:tcPr>
          <w:p w14:paraId="34561F6E" w14:textId="77777777" w:rsidR="009B0D45" w:rsidRPr="00916430" w:rsidRDefault="009B0D45" w:rsidP="002466B6"/>
        </w:tc>
      </w:tr>
      <w:tr w:rsidR="009B0D45" w:rsidRPr="00916430" w14:paraId="64C037EA" w14:textId="77777777" w:rsidTr="002466B6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1D689CD8" w14:textId="77777777" w:rsidR="009B0D45" w:rsidRPr="006D7FDE" w:rsidRDefault="009B0D45" w:rsidP="002466B6">
            <w:pPr>
              <w:rPr>
                <w:rStyle w:val="bold"/>
              </w:rPr>
            </w:pPr>
            <w:r w:rsidRPr="00DB6B68">
              <w:rPr>
                <w:rStyle w:val="bold"/>
              </w:rPr>
              <w:t>Aerodrome &amp; aircraft security procedures</w:t>
            </w:r>
          </w:p>
        </w:tc>
        <w:tc>
          <w:tcPr>
            <w:tcW w:w="1621" w:type="dxa"/>
            <w:tcBorders>
              <w:left w:val="nil"/>
            </w:tcBorders>
          </w:tcPr>
          <w:p w14:paraId="5155D459" w14:textId="77777777" w:rsidR="009B0D45" w:rsidRPr="003C2B3F" w:rsidRDefault="009B0D45" w:rsidP="002466B6"/>
        </w:tc>
      </w:tr>
      <w:tr w:rsidR="009B0D45" w:rsidRPr="00916430" w14:paraId="2BDC4A99" w14:textId="77777777" w:rsidTr="002466B6">
        <w:trPr>
          <w:trHeight w:val="25"/>
        </w:trPr>
        <w:tc>
          <w:tcPr>
            <w:tcW w:w="7792" w:type="dxa"/>
          </w:tcPr>
          <w:p w14:paraId="3D2E0731" w14:textId="77777777" w:rsidR="009B0D45" w:rsidRPr="006D7FDE" w:rsidRDefault="009B0D45" w:rsidP="002466B6">
            <w:pPr>
              <w:pStyle w:val="Tablebullet"/>
            </w:pPr>
            <w:r w:rsidRPr="00916430">
              <w:t>aerodrome security procedures</w:t>
            </w:r>
          </w:p>
        </w:tc>
        <w:tc>
          <w:tcPr>
            <w:tcW w:w="1621" w:type="dxa"/>
          </w:tcPr>
          <w:p w14:paraId="29D6ADF5" w14:textId="77777777" w:rsidR="009B0D45" w:rsidRPr="00916430" w:rsidRDefault="009B0D45" w:rsidP="002466B6"/>
        </w:tc>
      </w:tr>
      <w:tr w:rsidR="009B0D45" w:rsidRPr="00916430" w14:paraId="61E56843" w14:textId="77777777" w:rsidTr="002466B6">
        <w:trPr>
          <w:trHeight w:val="25"/>
        </w:trPr>
        <w:tc>
          <w:tcPr>
            <w:tcW w:w="7792" w:type="dxa"/>
          </w:tcPr>
          <w:p w14:paraId="3D26AB12" w14:textId="77777777" w:rsidR="009B0D45" w:rsidRPr="006D7FDE" w:rsidRDefault="009B0D45" w:rsidP="002466B6">
            <w:pPr>
              <w:pStyle w:val="Tablebullet"/>
            </w:pPr>
            <w:r w:rsidRPr="00916430">
              <w:t>aircraft security checks</w:t>
            </w:r>
          </w:p>
        </w:tc>
        <w:tc>
          <w:tcPr>
            <w:tcW w:w="1621" w:type="dxa"/>
          </w:tcPr>
          <w:p w14:paraId="0F7DA310" w14:textId="77777777" w:rsidR="009B0D45" w:rsidRPr="00916430" w:rsidRDefault="009B0D45" w:rsidP="002466B6"/>
        </w:tc>
      </w:tr>
      <w:tr w:rsidR="009B0D45" w:rsidRPr="00916430" w14:paraId="2AC3DDEF" w14:textId="77777777" w:rsidTr="002466B6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38DDCF2C" w14:textId="77777777" w:rsidR="009B0D45" w:rsidRPr="006D7FDE" w:rsidRDefault="009B0D45" w:rsidP="002466B6">
            <w:pPr>
              <w:pStyle w:val="Tablebullet"/>
            </w:pPr>
            <w:r w:rsidRPr="00916430">
              <w:t>aircraft security procedures</w:t>
            </w:r>
          </w:p>
        </w:tc>
        <w:tc>
          <w:tcPr>
            <w:tcW w:w="1621" w:type="dxa"/>
          </w:tcPr>
          <w:p w14:paraId="306195FD" w14:textId="77777777" w:rsidR="009B0D45" w:rsidRPr="00916430" w:rsidRDefault="009B0D45" w:rsidP="002466B6"/>
        </w:tc>
      </w:tr>
      <w:tr w:rsidR="009B0D45" w:rsidRPr="00916430" w14:paraId="14D630E7" w14:textId="77777777" w:rsidTr="002466B6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3725D731" w14:textId="77777777" w:rsidR="009B0D45" w:rsidRPr="006D7FDE" w:rsidRDefault="009B0D45" w:rsidP="002466B6">
            <w:pPr>
              <w:rPr>
                <w:rStyle w:val="bold"/>
              </w:rPr>
            </w:pPr>
            <w:r w:rsidRPr="00DB6B68">
              <w:rPr>
                <w:rStyle w:val="bold"/>
              </w:rPr>
              <w:t xml:space="preserve">Safety &amp; emergency equipment: location, </w:t>
            </w:r>
            <w:r w:rsidRPr="006D7FDE">
              <w:rPr>
                <w:rStyle w:val="bold"/>
              </w:rPr>
              <w:t>access, use</w:t>
            </w:r>
          </w:p>
        </w:tc>
        <w:tc>
          <w:tcPr>
            <w:tcW w:w="1621" w:type="dxa"/>
            <w:tcBorders>
              <w:left w:val="nil"/>
            </w:tcBorders>
          </w:tcPr>
          <w:p w14:paraId="41BD4393" w14:textId="77777777" w:rsidR="009B0D45" w:rsidRPr="00DB6B68" w:rsidRDefault="009B0D45" w:rsidP="002466B6">
            <w:pPr>
              <w:rPr>
                <w:rStyle w:val="bold"/>
              </w:rPr>
            </w:pPr>
          </w:p>
        </w:tc>
      </w:tr>
      <w:tr w:rsidR="009B0D45" w:rsidRPr="00916430" w14:paraId="1A301104" w14:textId="77777777" w:rsidTr="002466B6">
        <w:trPr>
          <w:trHeight w:val="25"/>
        </w:trPr>
        <w:tc>
          <w:tcPr>
            <w:tcW w:w="7792" w:type="dxa"/>
          </w:tcPr>
          <w:p w14:paraId="781EC0DE" w14:textId="77777777" w:rsidR="009B0D45" w:rsidRPr="006D7FDE" w:rsidRDefault="009B0D45" w:rsidP="002466B6">
            <w:pPr>
              <w:pStyle w:val="Tablebullet"/>
            </w:pPr>
            <w:r w:rsidRPr="00916430">
              <w:t>survival kits</w:t>
            </w:r>
          </w:p>
        </w:tc>
        <w:tc>
          <w:tcPr>
            <w:tcW w:w="1621" w:type="dxa"/>
          </w:tcPr>
          <w:p w14:paraId="4ED9F245" w14:textId="77777777" w:rsidR="009B0D45" w:rsidRPr="00916430" w:rsidRDefault="009B0D45" w:rsidP="002466B6"/>
        </w:tc>
      </w:tr>
      <w:tr w:rsidR="009B0D45" w:rsidRPr="00916430" w14:paraId="4801A75E" w14:textId="77777777" w:rsidTr="002466B6">
        <w:trPr>
          <w:trHeight w:val="25"/>
        </w:trPr>
        <w:tc>
          <w:tcPr>
            <w:tcW w:w="7792" w:type="dxa"/>
          </w:tcPr>
          <w:p w14:paraId="41099906" w14:textId="77777777" w:rsidR="009B0D45" w:rsidRPr="006D7FDE" w:rsidRDefault="009B0D45" w:rsidP="002466B6">
            <w:pPr>
              <w:pStyle w:val="Tablebullet"/>
            </w:pPr>
            <w:r w:rsidRPr="00916430">
              <w:t>first aid kits</w:t>
            </w:r>
          </w:p>
        </w:tc>
        <w:tc>
          <w:tcPr>
            <w:tcW w:w="1621" w:type="dxa"/>
          </w:tcPr>
          <w:p w14:paraId="28405B77" w14:textId="77777777" w:rsidR="009B0D45" w:rsidRPr="00916430" w:rsidRDefault="009B0D45" w:rsidP="002466B6"/>
        </w:tc>
      </w:tr>
      <w:tr w:rsidR="009B0D45" w:rsidRPr="00916430" w14:paraId="34371484" w14:textId="77777777" w:rsidTr="002466B6">
        <w:trPr>
          <w:trHeight w:val="25"/>
        </w:trPr>
        <w:tc>
          <w:tcPr>
            <w:tcW w:w="7792" w:type="dxa"/>
          </w:tcPr>
          <w:p w14:paraId="027E9167" w14:textId="77777777" w:rsidR="009B0D45" w:rsidRPr="006D7FDE" w:rsidRDefault="009B0D45" w:rsidP="002466B6">
            <w:pPr>
              <w:pStyle w:val="Tablebullet"/>
            </w:pPr>
            <w:r w:rsidRPr="00916430">
              <w:t>fire extinguishers</w:t>
            </w:r>
          </w:p>
        </w:tc>
        <w:tc>
          <w:tcPr>
            <w:tcW w:w="1621" w:type="dxa"/>
          </w:tcPr>
          <w:p w14:paraId="4C9CBE23" w14:textId="77777777" w:rsidR="009B0D45" w:rsidRPr="00916430" w:rsidRDefault="009B0D45" w:rsidP="002466B6"/>
        </w:tc>
      </w:tr>
      <w:tr w:rsidR="009B0D45" w:rsidRPr="00916430" w14:paraId="46A8C5A3" w14:textId="77777777" w:rsidTr="002466B6">
        <w:trPr>
          <w:trHeight w:val="25"/>
        </w:trPr>
        <w:tc>
          <w:tcPr>
            <w:tcW w:w="7792" w:type="dxa"/>
          </w:tcPr>
          <w:p w14:paraId="401AE797" w14:textId="77777777" w:rsidR="009B0D45" w:rsidRPr="006D7FDE" w:rsidRDefault="009B0D45" w:rsidP="002466B6">
            <w:pPr>
              <w:pStyle w:val="Tablebullet"/>
            </w:pPr>
            <w:r w:rsidRPr="00916430">
              <w:t>life jackets</w:t>
            </w:r>
          </w:p>
        </w:tc>
        <w:tc>
          <w:tcPr>
            <w:tcW w:w="1621" w:type="dxa"/>
          </w:tcPr>
          <w:p w14:paraId="63336B50" w14:textId="77777777" w:rsidR="009B0D45" w:rsidRPr="00916430" w:rsidRDefault="009B0D45" w:rsidP="002466B6"/>
        </w:tc>
      </w:tr>
      <w:tr w:rsidR="009B0D45" w:rsidRPr="00916430" w14:paraId="7B940BB1" w14:textId="77777777" w:rsidTr="002466B6">
        <w:trPr>
          <w:trHeight w:val="25"/>
        </w:trPr>
        <w:tc>
          <w:tcPr>
            <w:tcW w:w="7792" w:type="dxa"/>
          </w:tcPr>
          <w:p w14:paraId="53B2D56E" w14:textId="77777777" w:rsidR="009B0D45" w:rsidRPr="006D7FDE" w:rsidRDefault="009B0D45" w:rsidP="002466B6">
            <w:pPr>
              <w:pStyle w:val="Tablebullet"/>
            </w:pPr>
            <w:r w:rsidRPr="00916430">
              <w:t>life rafts</w:t>
            </w:r>
          </w:p>
        </w:tc>
        <w:tc>
          <w:tcPr>
            <w:tcW w:w="1621" w:type="dxa"/>
          </w:tcPr>
          <w:p w14:paraId="0EB2C74A" w14:textId="77777777" w:rsidR="009B0D45" w:rsidRPr="00916430" w:rsidRDefault="009B0D45" w:rsidP="002466B6"/>
        </w:tc>
      </w:tr>
      <w:tr w:rsidR="009B0D45" w:rsidRPr="00916430" w14:paraId="3223FC30" w14:textId="77777777" w:rsidTr="002466B6">
        <w:trPr>
          <w:trHeight w:val="25"/>
        </w:trPr>
        <w:tc>
          <w:tcPr>
            <w:tcW w:w="7792" w:type="dxa"/>
          </w:tcPr>
          <w:p w14:paraId="79916CC6" w14:textId="77777777" w:rsidR="009B0D45" w:rsidRPr="006D7FDE" w:rsidRDefault="009B0D45" w:rsidP="002466B6">
            <w:pPr>
              <w:pStyle w:val="Tablebullet"/>
            </w:pPr>
            <w:r w:rsidRPr="00916430">
              <w:t>EBS</w:t>
            </w:r>
          </w:p>
        </w:tc>
        <w:tc>
          <w:tcPr>
            <w:tcW w:w="1621" w:type="dxa"/>
          </w:tcPr>
          <w:p w14:paraId="5B06E249" w14:textId="77777777" w:rsidR="009B0D45" w:rsidRPr="00916430" w:rsidRDefault="009B0D45" w:rsidP="002466B6"/>
        </w:tc>
      </w:tr>
      <w:tr w:rsidR="009B0D45" w:rsidRPr="00916430" w14:paraId="7BE831E0" w14:textId="77777777" w:rsidTr="002466B6">
        <w:trPr>
          <w:trHeight w:val="25"/>
        </w:trPr>
        <w:tc>
          <w:tcPr>
            <w:tcW w:w="7792" w:type="dxa"/>
            <w:tcBorders>
              <w:bottom w:val="single" w:sz="4" w:space="0" w:color="0080A2"/>
            </w:tcBorders>
          </w:tcPr>
          <w:p w14:paraId="298E85F8" w14:textId="77777777" w:rsidR="009B0D45" w:rsidRPr="006D7FDE" w:rsidRDefault="009B0D45" w:rsidP="002466B6">
            <w:pPr>
              <w:pStyle w:val="Tablebullet"/>
            </w:pPr>
            <w:r w:rsidRPr="00916430">
              <w:t>emergency exits</w:t>
            </w:r>
          </w:p>
        </w:tc>
        <w:tc>
          <w:tcPr>
            <w:tcW w:w="1621" w:type="dxa"/>
          </w:tcPr>
          <w:p w14:paraId="5BB64E56" w14:textId="77777777" w:rsidR="009B0D45" w:rsidRPr="00916430" w:rsidRDefault="009B0D45" w:rsidP="002466B6"/>
        </w:tc>
      </w:tr>
      <w:tr w:rsidR="009B0D45" w:rsidRPr="00916430" w14:paraId="1274A639" w14:textId="77777777" w:rsidTr="002466B6">
        <w:trPr>
          <w:trHeight w:val="25"/>
        </w:trPr>
        <w:tc>
          <w:tcPr>
            <w:tcW w:w="7792" w:type="dxa"/>
            <w:tcBorders>
              <w:right w:val="nil"/>
            </w:tcBorders>
          </w:tcPr>
          <w:p w14:paraId="15CE4927" w14:textId="77777777" w:rsidR="009B0D45" w:rsidRPr="006D7FDE" w:rsidRDefault="009B0D45" w:rsidP="002466B6">
            <w:pPr>
              <w:rPr>
                <w:rStyle w:val="bold"/>
              </w:rPr>
            </w:pPr>
            <w:r w:rsidRPr="00DB6B68">
              <w:rPr>
                <w:rStyle w:val="bold"/>
              </w:rPr>
              <w:t>Life jackets or life rafts carried</w:t>
            </w:r>
          </w:p>
        </w:tc>
        <w:tc>
          <w:tcPr>
            <w:tcW w:w="1621" w:type="dxa"/>
            <w:tcBorders>
              <w:left w:val="nil"/>
            </w:tcBorders>
          </w:tcPr>
          <w:p w14:paraId="25D90A80" w14:textId="77777777" w:rsidR="009B0D45" w:rsidRPr="00DB6B68" w:rsidRDefault="009B0D45" w:rsidP="002466B6">
            <w:pPr>
              <w:rPr>
                <w:rStyle w:val="bold"/>
              </w:rPr>
            </w:pPr>
          </w:p>
        </w:tc>
      </w:tr>
      <w:tr w:rsidR="009B0D45" w:rsidRPr="00916430" w14:paraId="1BD84C26" w14:textId="77777777" w:rsidTr="002466B6">
        <w:trPr>
          <w:trHeight w:val="25"/>
        </w:trPr>
        <w:tc>
          <w:tcPr>
            <w:tcW w:w="7792" w:type="dxa"/>
          </w:tcPr>
          <w:p w14:paraId="20198464" w14:textId="77777777" w:rsidR="009B0D45" w:rsidRPr="006D7FDE" w:rsidRDefault="009B0D45" w:rsidP="002466B6">
            <w:pPr>
              <w:pStyle w:val="Tablebullet"/>
            </w:pPr>
            <w:r w:rsidRPr="00916430">
              <w:t>ditching procedures</w:t>
            </w:r>
          </w:p>
        </w:tc>
        <w:tc>
          <w:tcPr>
            <w:tcW w:w="1621" w:type="dxa"/>
          </w:tcPr>
          <w:p w14:paraId="0DF8C633" w14:textId="77777777" w:rsidR="009B0D45" w:rsidRPr="00916430" w:rsidRDefault="009B0D45" w:rsidP="002466B6"/>
        </w:tc>
      </w:tr>
      <w:tr w:rsidR="009B0D45" w:rsidRPr="00916430" w14:paraId="255C1240" w14:textId="77777777" w:rsidTr="002466B6">
        <w:trPr>
          <w:trHeight w:val="25"/>
        </w:trPr>
        <w:tc>
          <w:tcPr>
            <w:tcW w:w="7792" w:type="dxa"/>
          </w:tcPr>
          <w:p w14:paraId="53EE1B6E" w14:textId="77777777" w:rsidR="009B0D45" w:rsidRPr="006D7FDE" w:rsidRDefault="009B0D45" w:rsidP="002466B6">
            <w:pPr>
              <w:pStyle w:val="Tablebullet"/>
            </w:pPr>
            <w:r w:rsidRPr="00916430">
              <w:t xml:space="preserve">HUET </w:t>
            </w:r>
            <w:r w:rsidRPr="006D7FDE">
              <w:t>(rotorcraft)</w:t>
            </w:r>
          </w:p>
        </w:tc>
        <w:tc>
          <w:tcPr>
            <w:tcW w:w="1621" w:type="dxa"/>
          </w:tcPr>
          <w:p w14:paraId="709F2BB1" w14:textId="77777777" w:rsidR="009B0D45" w:rsidRPr="00916430" w:rsidRDefault="009B0D45" w:rsidP="002466B6"/>
        </w:tc>
      </w:tr>
      <w:tr w:rsidR="009B0D45" w:rsidRPr="00916430" w14:paraId="108A0ECB" w14:textId="77777777" w:rsidTr="002466B6">
        <w:trPr>
          <w:trHeight w:val="25"/>
        </w:trPr>
        <w:tc>
          <w:tcPr>
            <w:tcW w:w="7792" w:type="dxa"/>
          </w:tcPr>
          <w:p w14:paraId="5834D8EC" w14:textId="77777777" w:rsidR="009B0D45" w:rsidRPr="006D7FDE" w:rsidRDefault="009B0D45" w:rsidP="002466B6">
            <w:pPr>
              <w:pStyle w:val="Tablebullet"/>
            </w:pPr>
            <w:r w:rsidRPr="00916430">
              <w:lastRenderedPageBreak/>
              <w:t>in-water practical life jacket training</w:t>
            </w:r>
          </w:p>
        </w:tc>
        <w:tc>
          <w:tcPr>
            <w:tcW w:w="1621" w:type="dxa"/>
          </w:tcPr>
          <w:p w14:paraId="7E72ADFF" w14:textId="77777777" w:rsidR="009B0D45" w:rsidRPr="00916430" w:rsidRDefault="009B0D45" w:rsidP="002466B6"/>
        </w:tc>
      </w:tr>
      <w:tr w:rsidR="009B0D45" w:rsidRPr="00916430" w14:paraId="678E89D9" w14:textId="77777777" w:rsidTr="002466B6">
        <w:trPr>
          <w:trHeight w:val="25"/>
        </w:trPr>
        <w:tc>
          <w:tcPr>
            <w:tcW w:w="7792" w:type="dxa"/>
          </w:tcPr>
          <w:p w14:paraId="1B663EAA" w14:textId="77777777" w:rsidR="009B0D45" w:rsidRPr="006D7FDE" w:rsidRDefault="009B0D45" w:rsidP="002466B6">
            <w:pPr>
              <w:pStyle w:val="Tablebullet"/>
            </w:pPr>
            <w:r w:rsidRPr="00916430">
              <w:t>in-water practical life raft training</w:t>
            </w:r>
          </w:p>
        </w:tc>
        <w:tc>
          <w:tcPr>
            <w:tcW w:w="1621" w:type="dxa"/>
          </w:tcPr>
          <w:p w14:paraId="3C7ECD16" w14:textId="77777777" w:rsidR="009B0D45" w:rsidRPr="00916430" w:rsidRDefault="009B0D45" w:rsidP="002466B6"/>
        </w:tc>
      </w:tr>
    </w:tbl>
    <w:p w14:paraId="624B4743" w14:textId="2ADCD6BE" w:rsidR="009B0D45" w:rsidRDefault="009B0D45" w:rsidP="009B0D45"/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9493"/>
      </w:tblGrid>
      <w:tr w:rsidR="009B0D45" w14:paraId="122404FD" w14:textId="77777777" w:rsidTr="00B01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3" w:type="dxa"/>
          </w:tcPr>
          <w:p w14:paraId="7CF9B1B9" w14:textId="77777777" w:rsidR="009B0D45" w:rsidRPr="006D7FDE" w:rsidRDefault="009B0D45" w:rsidP="00F3353D">
            <w:r>
              <w:t>Comments</w:t>
            </w:r>
          </w:p>
        </w:tc>
      </w:tr>
      <w:tr w:rsidR="009B0D45" w14:paraId="52F63E64" w14:textId="77777777" w:rsidTr="00B0164E">
        <w:trPr>
          <w:trHeight w:val="2099"/>
        </w:trPr>
        <w:tc>
          <w:tcPr>
            <w:tcW w:w="9493" w:type="dxa"/>
          </w:tcPr>
          <w:p w14:paraId="0AE01E47" w14:textId="77777777" w:rsidR="009B0D45" w:rsidRDefault="009B0D45" w:rsidP="00F3353D"/>
        </w:tc>
      </w:tr>
    </w:tbl>
    <w:p w14:paraId="0422D8C6" w14:textId="302F5BB0" w:rsidR="003340CE" w:rsidRPr="003C2B3F" w:rsidRDefault="003340CE" w:rsidP="003340CE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33DB54F7" w14:textId="77777777" w:rsidR="003340CE" w:rsidRPr="003C2B3F" w:rsidRDefault="003340CE" w:rsidP="003340CE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3340CE" w:rsidRPr="00FF4792" w14:paraId="2E02E956" w14:textId="77777777" w:rsidTr="0038189F">
        <w:tc>
          <w:tcPr>
            <w:tcW w:w="2570" w:type="dxa"/>
          </w:tcPr>
          <w:p w14:paraId="005762D9" w14:textId="1526AA24" w:rsidR="003340CE" w:rsidRPr="00D642BC" w:rsidRDefault="003340CE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D642BC">
              <w:rPr>
                <w:b/>
                <w:bCs/>
              </w:rPr>
              <w:t>rew</w:t>
            </w:r>
            <w:r>
              <w:rPr>
                <w:b/>
                <w:bCs/>
              </w:rPr>
              <w:t xml:space="preserve"> member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377CD83" w14:textId="77777777" w:rsidR="003340CE" w:rsidRPr="00FF4792" w:rsidRDefault="003340CE" w:rsidP="0038189F">
            <w:pPr>
              <w:pStyle w:val="normalafterlisttable"/>
            </w:pPr>
          </w:p>
        </w:tc>
        <w:tc>
          <w:tcPr>
            <w:tcW w:w="807" w:type="dxa"/>
          </w:tcPr>
          <w:p w14:paraId="1613FAA7" w14:textId="77777777" w:rsidR="003340CE" w:rsidRPr="00D642BC" w:rsidRDefault="003340CE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1783954A" w14:textId="77777777" w:rsidR="003340CE" w:rsidRPr="00FF4792" w:rsidRDefault="003340CE" w:rsidP="0038189F">
            <w:pPr>
              <w:pStyle w:val="normalafterlisttable"/>
            </w:pPr>
          </w:p>
        </w:tc>
      </w:tr>
      <w:tr w:rsidR="003340CE" w:rsidRPr="00916430" w14:paraId="4CA65AB4" w14:textId="77777777" w:rsidTr="0038189F">
        <w:tc>
          <w:tcPr>
            <w:tcW w:w="2570" w:type="dxa"/>
          </w:tcPr>
          <w:p w14:paraId="40BE5D96" w14:textId="6E48846F" w:rsidR="003340CE" w:rsidRPr="00D642BC" w:rsidRDefault="003340CE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219190F" w14:textId="77777777" w:rsidR="003340CE" w:rsidRPr="00FF4792" w:rsidRDefault="003340CE" w:rsidP="0038189F">
            <w:pPr>
              <w:pStyle w:val="normalafterlisttable"/>
            </w:pPr>
          </w:p>
        </w:tc>
        <w:tc>
          <w:tcPr>
            <w:tcW w:w="807" w:type="dxa"/>
          </w:tcPr>
          <w:p w14:paraId="77E33EEB" w14:textId="77777777" w:rsidR="003340CE" w:rsidRPr="00D642BC" w:rsidRDefault="003340CE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63F1C1D8" w14:textId="77777777" w:rsidR="003340CE" w:rsidRPr="00916430" w:rsidRDefault="003340CE" w:rsidP="0038189F">
            <w:pPr>
              <w:pStyle w:val="normalafterlisttable"/>
            </w:pPr>
          </w:p>
        </w:tc>
      </w:tr>
    </w:tbl>
    <w:p w14:paraId="24F28010" w14:textId="77777777" w:rsidR="003340CE" w:rsidRPr="00916430" w:rsidRDefault="003340CE" w:rsidP="003340CE">
      <w:pPr>
        <w:pStyle w:val="SourceNotes"/>
      </w:pPr>
    </w:p>
    <w:sectPr w:rsidR="003340CE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C78A3" w14:textId="77777777" w:rsidR="0085249C" w:rsidRDefault="0085249C" w:rsidP="008E21DE">
      <w:pPr>
        <w:spacing w:before="0" w:after="0"/>
      </w:pPr>
      <w:r>
        <w:separator/>
      </w:r>
    </w:p>
    <w:p w14:paraId="2BFCE3C7" w14:textId="77777777" w:rsidR="0085249C" w:rsidRDefault="0085249C"/>
  </w:endnote>
  <w:endnote w:type="continuationSeparator" w:id="0">
    <w:p w14:paraId="64D313FA" w14:textId="77777777" w:rsidR="0085249C" w:rsidRDefault="0085249C" w:rsidP="008E21DE">
      <w:pPr>
        <w:spacing w:before="0" w:after="0"/>
      </w:pPr>
      <w:r>
        <w:continuationSeparator/>
      </w:r>
    </w:p>
    <w:p w14:paraId="10B243A7" w14:textId="77777777" w:rsidR="0085249C" w:rsidRDefault="00852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A62F9" w14:textId="5D9DF3CC" w:rsidR="00013309" w:rsidRPr="00500DA0" w:rsidRDefault="00B97026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4AFB9CEFF13C4DB78B7CBDF4A214154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93FB0">
          <w:rPr>
            <w:rFonts w:ascii="ArialMT" w:hAnsi="ArialMT" w:cs="ArialMT"/>
            <w:szCs w:val="16"/>
          </w:rPr>
          <w:t>Form TC02A – General emergency training course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3AF56" w14:textId="77777777" w:rsidR="00013309" w:rsidRDefault="00013309" w:rsidP="00013309">
    <w:pPr>
      <w:pStyle w:val="Footer"/>
    </w:pPr>
    <w:r>
      <w:t>Civil Aviation Safety Authority</w:t>
    </w:r>
  </w:p>
  <w:p w14:paraId="53AA2EBD" w14:textId="7EEE6A0B" w:rsidR="00013309" w:rsidRDefault="00B97026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93FB0">
          <w:rPr>
            <w:rFonts w:ascii="ArialMT" w:hAnsi="ArialMT" w:cs="ArialMT"/>
            <w:szCs w:val="16"/>
          </w:rPr>
          <w:t>Form TC02A – General emergency training course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93FB0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93FB0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2CFE0DA" w14:textId="77777777" w:rsidR="00013309" w:rsidRPr="00A365CA" w:rsidRDefault="00B97026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E5B3714" wp14:editId="1C5CE5A4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E28338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5B371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2E28338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3970B" w14:textId="77777777" w:rsidR="0085249C" w:rsidRPr="0022402E" w:rsidRDefault="0085249C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1FFAE743" w14:textId="77777777" w:rsidR="0085249C" w:rsidRDefault="0085249C" w:rsidP="008E21DE">
      <w:pPr>
        <w:spacing w:before="0" w:after="0"/>
      </w:pPr>
      <w:r>
        <w:continuationSeparator/>
      </w:r>
    </w:p>
    <w:p w14:paraId="7786C7FC" w14:textId="77777777" w:rsidR="0085249C" w:rsidRDefault="00852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65933" w14:textId="77777777" w:rsidR="00DD684D" w:rsidRDefault="00DD684D" w:rsidP="00DD684D">
    <w:pPr>
      <w:pStyle w:val="Header"/>
    </w:pPr>
    <w:r>
      <w:t>ORGANISATION NAME/DETAILS</w:t>
    </w:r>
  </w:p>
  <w:p w14:paraId="7F38E44C" w14:textId="77777777" w:rsidR="00013309" w:rsidRPr="00DD684D" w:rsidRDefault="00B97026" w:rsidP="002466B6">
    <w:pPr>
      <w:pStyle w:val="Header"/>
      <w:spacing w:after="120"/>
    </w:pPr>
    <w:r>
      <w:pict w14:anchorId="7421C3A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1D1D6" w14:textId="77777777" w:rsidR="00463F67" w:rsidRDefault="00B97026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8A7A72"/>
    <w:multiLevelType w:val="multilevel"/>
    <w:tmpl w:val="BC72D000"/>
    <w:lvl w:ilvl="0">
      <w:start w:val="1"/>
      <w:numFmt w:val="bullet"/>
      <w:pStyle w:val="Table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"/>
      <w:lvlJc w:val="left"/>
      <w:pPr>
        <w:ind w:left="1420" w:hanging="284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5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179898516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B0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3CBF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466B6"/>
    <w:rsid w:val="002573ED"/>
    <w:rsid w:val="002804D3"/>
    <w:rsid w:val="0028675C"/>
    <w:rsid w:val="002A42D7"/>
    <w:rsid w:val="002F3747"/>
    <w:rsid w:val="002F455A"/>
    <w:rsid w:val="003340CE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2EC9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53C72"/>
    <w:rsid w:val="0067193F"/>
    <w:rsid w:val="00680F04"/>
    <w:rsid w:val="0069176C"/>
    <w:rsid w:val="0069504E"/>
    <w:rsid w:val="006A0914"/>
    <w:rsid w:val="006B067A"/>
    <w:rsid w:val="006D2AAE"/>
    <w:rsid w:val="006D4A3D"/>
    <w:rsid w:val="006E386E"/>
    <w:rsid w:val="006F7F9C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7FA0"/>
    <w:rsid w:val="00841B5A"/>
    <w:rsid w:val="0085249C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B0D45"/>
    <w:rsid w:val="009D579E"/>
    <w:rsid w:val="009F0A52"/>
    <w:rsid w:val="009F200E"/>
    <w:rsid w:val="009F2A97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93FB0"/>
    <w:rsid w:val="00AA615D"/>
    <w:rsid w:val="00AB12D5"/>
    <w:rsid w:val="00AB197F"/>
    <w:rsid w:val="00AB3C89"/>
    <w:rsid w:val="00AD735D"/>
    <w:rsid w:val="00AF0899"/>
    <w:rsid w:val="00B014EE"/>
    <w:rsid w:val="00B0164E"/>
    <w:rsid w:val="00B10265"/>
    <w:rsid w:val="00B36A39"/>
    <w:rsid w:val="00B603C0"/>
    <w:rsid w:val="00B636CC"/>
    <w:rsid w:val="00B90DA6"/>
    <w:rsid w:val="00B97026"/>
    <w:rsid w:val="00BB001A"/>
    <w:rsid w:val="00BD532A"/>
    <w:rsid w:val="00BD623A"/>
    <w:rsid w:val="00BF08D9"/>
    <w:rsid w:val="00BF1884"/>
    <w:rsid w:val="00C006BF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066DE"/>
    <w:rsid w:val="00D1117D"/>
    <w:rsid w:val="00D26448"/>
    <w:rsid w:val="00D55BB9"/>
    <w:rsid w:val="00D81030"/>
    <w:rsid w:val="00D94649"/>
    <w:rsid w:val="00DB1609"/>
    <w:rsid w:val="00DB22E4"/>
    <w:rsid w:val="00DC12BF"/>
    <w:rsid w:val="00DC24FD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82C9E"/>
    <w:rsid w:val="00E9794A"/>
    <w:rsid w:val="00F34BEE"/>
    <w:rsid w:val="00F6633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34E1B"/>
  <w15:chartTrackingRefBased/>
  <w15:docId w15:val="{DD49C62E-97E0-4694-A339-70CD8838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bullet">
    <w:name w:val="Table bullet"/>
    <w:basedOn w:val="Normal"/>
    <w:qFormat/>
    <w:rsid w:val="009B0D45"/>
    <w:pPr>
      <w:numPr>
        <w:numId w:val="24"/>
      </w:num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9B0D45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9B0D45"/>
    <w:rPr>
      <w:b/>
      <w:bCs/>
    </w:rPr>
  </w:style>
  <w:style w:type="paragraph" w:customStyle="1" w:styleId="Tablebullet2">
    <w:name w:val="Table bullet2"/>
    <w:basedOn w:val="Tablebullet"/>
    <w:uiPriority w:val="29"/>
    <w:semiHidden/>
    <w:unhideWhenUsed/>
    <w:qFormat/>
    <w:rsid w:val="009B0D45"/>
    <w:pPr>
      <w:numPr>
        <w:ilvl w:val="1"/>
      </w:numPr>
    </w:pPr>
  </w:style>
  <w:style w:type="table" w:customStyle="1" w:styleId="SD-MOStable">
    <w:name w:val="SD - MOS table"/>
    <w:basedOn w:val="TableNormal"/>
    <w:uiPriority w:val="99"/>
    <w:rsid w:val="009B0D45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AB3C8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FB9CEFF13C4DB78B7CBDF4A2141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F96D0-CA48-40D2-9D32-1A53465F0731}"/>
      </w:docPartPr>
      <w:docPartBody>
        <w:p w:rsidR="005E059C" w:rsidRDefault="005E059C">
          <w:pPr>
            <w:pStyle w:val="4AFB9CEFF13C4DB78B7CBDF4A2141541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9C"/>
    <w:rsid w:val="00011E38"/>
    <w:rsid w:val="000727E9"/>
    <w:rsid w:val="00352FB1"/>
    <w:rsid w:val="005E059C"/>
    <w:rsid w:val="00D26448"/>
    <w:rsid w:val="00DC24FD"/>
    <w:rsid w:val="00E13132"/>
    <w:rsid w:val="00ED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FB9CEFF13C4DB78B7CBDF4A2141541">
    <w:name w:val="4AFB9CEFF13C4DB78B7CBDF4A2141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09d1133f-994b-4ec9-8bcd-76b1f6ed9a8c"/>
    <ds:schemaRef ds:uri="http://purl.org/dc/terms/"/>
    <ds:schemaRef ds:uri="http://www.w3.org/XML/1998/namespace"/>
    <ds:schemaRef ds:uri="http://schemas.microsoft.com/office/infopath/2007/PartnerControls"/>
    <ds:schemaRef ds:uri="147bc000-5d24-4a58-bdb3-1d507d54dc9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12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TC02A – General emergency training course record</vt:lpstr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TC02A – General emergency training course record</dc:title>
  <dc:subject/>
  <dc:creator>Bartholomew, Tina</dc:creator>
  <cp:keywords/>
  <dc:description/>
  <cp:lastModifiedBy>Bartholomew, Tina</cp:lastModifiedBy>
  <cp:revision>17</cp:revision>
  <dcterms:created xsi:type="dcterms:W3CDTF">2025-11-18T00:27:00Z</dcterms:created>
  <dcterms:modified xsi:type="dcterms:W3CDTF">2025-11-25T04:39:00Z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NOS-2025-0019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